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2E1D2" w14:textId="77777777" w:rsidR="00F94BCF" w:rsidRPr="00161433" w:rsidRDefault="00A43F63" w:rsidP="00F94B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560237"/>
      <w:r w:rsidR="00F94BCF" w:rsidRPr="00161433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F94BCF" w:rsidRPr="00161433">
        <w:rPr>
          <w:rFonts w:ascii="Corbel" w:hAnsi="Corbel"/>
          <w:bCs/>
          <w:i/>
        </w:rPr>
        <w:t>UR  nr</w:t>
      </w:r>
      <w:proofErr w:type="gramEnd"/>
      <w:r w:rsidR="00F94BCF" w:rsidRPr="00161433">
        <w:rPr>
          <w:rFonts w:ascii="Corbel" w:hAnsi="Corbel"/>
          <w:bCs/>
          <w:i/>
        </w:rPr>
        <w:t xml:space="preserve"> 12/2019</w:t>
      </w:r>
    </w:p>
    <w:p w14:paraId="4B4E1785" w14:textId="77777777" w:rsidR="00F94BCF" w:rsidRPr="00161433" w:rsidRDefault="00F94BCF" w:rsidP="00F94B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1433">
        <w:rPr>
          <w:rFonts w:ascii="Corbel" w:hAnsi="Corbel"/>
          <w:b/>
          <w:smallCaps/>
          <w:sz w:val="24"/>
          <w:szCs w:val="24"/>
        </w:rPr>
        <w:t>SYLABUS</w:t>
      </w:r>
    </w:p>
    <w:p w14:paraId="0DE9282E" w14:textId="77777777" w:rsidR="00F94BCF" w:rsidRPr="00161433" w:rsidRDefault="00F94BCF" w:rsidP="00F94B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1433">
        <w:rPr>
          <w:rFonts w:ascii="Corbel" w:hAnsi="Corbel"/>
          <w:b/>
          <w:smallCaps/>
          <w:sz w:val="24"/>
          <w:szCs w:val="24"/>
        </w:rPr>
        <w:t>dotyczy cyklu kształcenia</w:t>
      </w:r>
      <w:r w:rsidRPr="00161433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44B71E8A" w14:textId="77777777" w:rsidR="00F94BCF" w:rsidRPr="00161433" w:rsidRDefault="00F94BCF" w:rsidP="00F94B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61433">
        <w:rPr>
          <w:rFonts w:ascii="Corbel" w:hAnsi="Corbel"/>
          <w:sz w:val="20"/>
          <w:szCs w:val="20"/>
        </w:rPr>
        <w:t>Rok akademicki 2021-2022</w:t>
      </w:r>
    </w:p>
    <w:bookmarkEnd w:id="0"/>
    <w:p w14:paraId="401B65F4" w14:textId="77777777" w:rsidR="00A43F63" w:rsidRPr="00161433" w:rsidRDefault="00A43F63" w:rsidP="00F94BC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762328F7" w14:textId="77777777" w:rsidR="00A43F63" w:rsidRPr="00161433" w:rsidRDefault="00A43F63" w:rsidP="00F94BCF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Podstawowe informacje o przedmiocie</w:t>
      </w:r>
    </w:p>
    <w:p w14:paraId="3DE77814" w14:textId="77777777" w:rsidR="00F94BCF" w:rsidRPr="00161433" w:rsidRDefault="00F94BCF" w:rsidP="00F94BC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3592" w:rsidRPr="00161433" w14:paraId="6D907D77" w14:textId="77777777" w:rsidTr="00015B7F">
        <w:tc>
          <w:tcPr>
            <w:tcW w:w="2694" w:type="dxa"/>
            <w:vAlign w:val="center"/>
          </w:tcPr>
          <w:p w14:paraId="73F663EA" w14:textId="77777777"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64013E" w14:textId="77777777"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Relacje instytucji finansowych z biznesem</w:t>
            </w:r>
          </w:p>
        </w:tc>
      </w:tr>
      <w:tr w:rsidR="00A13592" w:rsidRPr="00161433" w14:paraId="2F3CDF9E" w14:textId="77777777" w:rsidTr="00015B7F">
        <w:tc>
          <w:tcPr>
            <w:tcW w:w="2694" w:type="dxa"/>
            <w:vAlign w:val="center"/>
          </w:tcPr>
          <w:p w14:paraId="5B2A252E" w14:textId="77777777"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AE145BA" w14:textId="77777777"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/C-1.4c </w:t>
            </w:r>
          </w:p>
        </w:tc>
      </w:tr>
      <w:tr w:rsidR="00A43F63" w:rsidRPr="00161433" w14:paraId="02F3B4D2" w14:textId="77777777" w:rsidTr="00015B7F">
        <w:tc>
          <w:tcPr>
            <w:tcW w:w="2694" w:type="dxa"/>
            <w:vAlign w:val="center"/>
          </w:tcPr>
          <w:p w14:paraId="4D5B6B5E" w14:textId="77777777" w:rsidR="00A43F63" w:rsidRPr="00161433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732CD1D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161433" w14:paraId="22822507" w14:textId="77777777" w:rsidTr="00015B7F">
        <w:tc>
          <w:tcPr>
            <w:tcW w:w="2694" w:type="dxa"/>
            <w:vAlign w:val="center"/>
          </w:tcPr>
          <w:p w14:paraId="5A6C8340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F4197A" w14:textId="77777777"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161433" w14:paraId="02778669" w14:textId="77777777" w:rsidTr="00015B7F">
        <w:tc>
          <w:tcPr>
            <w:tcW w:w="2694" w:type="dxa"/>
            <w:vAlign w:val="center"/>
          </w:tcPr>
          <w:p w14:paraId="75D350DC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D20786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161433" w14:paraId="55577D13" w14:textId="77777777" w:rsidTr="00015B7F">
        <w:tc>
          <w:tcPr>
            <w:tcW w:w="2694" w:type="dxa"/>
            <w:vAlign w:val="center"/>
          </w:tcPr>
          <w:p w14:paraId="3E6C1EBF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E44C7F" w14:textId="77777777"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43F63" w:rsidRPr="00161433" w14:paraId="40C83F0D" w14:textId="77777777" w:rsidTr="00015B7F">
        <w:tc>
          <w:tcPr>
            <w:tcW w:w="2694" w:type="dxa"/>
            <w:vAlign w:val="center"/>
          </w:tcPr>
          <w:p w14:paraId="1866330C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C1117A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161433" w14:paraId="7DA273CD" w14:textId="77777777" w:rsidTr="00015B7F">
        <w:tc>
          <w:tcPr>
            <w:tcW w:w="2694" w:type="dxa"/>
            <w:vAlign w:val="center"/>
          </w:tcPr>
          <w:p w14:paraId="5D27A55F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000A92" w14:textId="4C043995" w:rsidR="00A43F63" w:rsidRPr="00161433" w:rsidRDefault="00496CE3" w:rsidP="00A743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43F63" w:rsidRPr="0016143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43F63" w:rsidRPr="00161433" w14:paraId="2D93B20B" w14:textId="77777777" w:rsidTr="00015B7F">
        <w:tc>
          <w:tcPr>
            <w:tcW w:w="2694" w:type="dxa"/>
            <w:vAlign w:val="center"/>
          </w:tcPr>
          <w:p w14:paraId="5C418DD6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EB2913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13592" w:rsidRPr="0016143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A43F63" w:rsidRPr="00161433" w14:paraId="07D7997C" w14:textId="77777777" w:rsidTr="00015B7F">
        <w:tc>
          <w:tcPr>
            <w:tcW w:w="2694" w:type="dxa"/>
            <w:vAlign w:val="center"/>
          </w:tcPr>
          <w:p w14:paraId="1622184E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B26AD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161433" w14:paraId="09B0B018" w14:textId="77777777" w:rsidTr="00015B7F">
        <w:tc>
          <w:tcPr>
            <w:tcW w:w="2694" w:type="dxa"/>
            <w:vAlign w:val="center"/>
          </w:tcPr>
          <w:p w14:paraId="7527ED54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C8B411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161433" w14:paraId="609BE785" w14:textId="77777777" w:rsidTr="00015B7F">
        <w:tc>
          <w:tcPr>
            <w:tcW w:w="2694" w:type="dxa"/>
            <w:vAlign w:val="center"/>
          </w:tcPr>
          <w:p w14:paraId="5A6039DF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98FFD9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161433" w14:paraId="0C424D33" w14:textId="77777777" w:rsidTr="00015B7F">
        <w:tc>
          <w:tcPr>
            <w:tcW w:w="2694" w:type="dxa"/>
            <w:vAlign w:val="center"/>
          </w:tcPr>
          <w:p w14:paraId="580DC24A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E37D15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66984457" w14:textId="77777777" w:rsidR="00A43F63" w:rsidRPr="00161433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* </w:t>
      </w:r>
      <w:r w:rsidRPr="00161433">
        <w:rPr>
          <w:rFonts w:ascii="Corbel" w:hAnsi="Corbel"/>
          <w:i/>
          <w:sz w:val="24"/>
          <w:szCs w:val="24"/>
        </w:rPr>
        <w:t>-</w:t>
      </w:r>
      <w:r w:rsidRPr="00161433">
        <w:rPr>
          <w:rFonts w:ascii="Corbel" w:hAnsi="Corbel"/>
          <w:b w:val="0"/>
          <w:i/>
          <w:sz w:val="24"/>
          <w:szCs w:val="24"/>
        </w:rPr>
        <w:t>opcjonalni</w:t>
      </w:r>
      <w:r w:rsidRPr="00161433">
        <w:rPr>
          <w:rFonts w:ascii="Corbel" w:hAnsi="Corbel"/>
          <w:b w:val="0"/>
          <w:sz w:val="24"/>
          <w:szCs w:val="24"/>
        </w:rPr>
        <w:t xml:space="preserve">e, </w:t>
      </w:r>
      <w:r w:rsidRPr="0016143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A829AE3" w14:textId="77777777" w:rsidR="0085747A" w:rsidRPr="0016143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1.</w:t>
      </w:r>
      <w:r w:rsidR="00E22FBC" w:rsidRPr="00161433">
        <w:rPr>
          <w:rFonts w:ascii="Corbel" w:hAnsi="Corbel"/>
          <w:sz w:val="24"/>
          <w:szCs w:val="24"/>
        </w:rPr>
        <w:t>1</w:t>
      </w:r>
      <w:r w:rsidRPr="001614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7CFC22" w14:textId="77777777" w:rsidR="00923D7D" w:rsidRPr="001614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61433" w14:paraId="60B407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A659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Semestr</w:t>
            </w:r>
          </w:p>
          <w:p w14:paraId="03B7AA3C" w14:textId="77777777" w:rsidR="00015B8F" w:rsidRPr="001614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(</w:t>
            </w:r>
            <w:r w:rsidR="00363F78" w:rsidRPr="0016143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63B0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Wykł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3101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B393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Konw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01CB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A38F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Sem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847C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533A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Prakt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AB2C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54F5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1433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161433" w14:paraId="6A067443" w14:textId="77777777" w:rsidTr="00B542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965D" w14:textId="77777777" w:rsidR="00015B8F" w:rsidRPr="00161433" w:rsidRDefault="00A135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61ED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898D" w14:textId="06297D75" w:rsidR="00015B8F" w:rsidRPr="00161433" w:rsidRDefault="0049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D8DD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6CAE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1340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2F07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02E6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05D9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3CEF" w14:textId="77777777" w:rsidR="00015B8F" w:rsidRPr="00161433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A72D92" w14:textId="77777777" w:rsidR="005400DE" w:rsidRPr="00161433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8BFDD9" w14:textId="77777777" w:rsidR="005400DE" w:rsidRPr="00161433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1.2.</w:t>
      </w:r>
      <w:r w:rsidRPr="00161433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6566E" w14:textId="77777777"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16143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6143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6143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7EA9AF" w14:textId="77777777"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1433">
        <w:rPr>
          <w:rFonts w:ascii="MS Gothic" w:eastAsia="MS Gothic" w:hAnsi="MS Gothic" w:cs="MS Gothic" w:hint="eastAsia"/>
          <w:b w:val="0"/>
          <w:szCs w:val="24"/>
        </w:rPr>
        <w:t>☐</w:t>
      </w:r>
      <w:r w:rsidRPr="001614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61433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09404B63" w14:textId="77777777" w:rsidR="005400DE" w:rsidRPr="00161433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8B9E9" w14:textId="77777777" w:rsidR="00980881" w:rsidRPr="0016143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1.3 </w:t>
      </w:r>
      <w:r w:rsidR="00F83B28" w:rsidRPr="00161433">
        <w:rPr>
          <w:rFonts w:ascii="Corbel" w:hAnsi="Corbel"/>
          <w:smallCaps w:val="0"/>
          <w:szCs w:val="24"/>
        </w:rPr>
        <w:tab/>
      </w:r>
      <w:r w:rsidRPr="00161433">
        <w:rPr>
          <w:rFonts w:ascii="Corbel" w:hAnsi="Corbel"/>
          <w:smallCaps w:val="0"/>
          <w:szCs w:val="24"/>
        </w:rPr>
        <w:t>Forma zaliczenia przedmiotu (z toku)</w:t>
      </w:r>
    </w:p>
    <w:p w14:paraId="3820C1D0" w14:textId="77777777" w:rsidR="00E22FBC" w:rsidRPr="00161433" w:rsidRDefault="00B542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ab/>
        <w:t>Z</w:t>
      </w:r>
      <w:r w:rsidR="00E22FBC" w:rsidRPr="00161433">
        <w:rPr>
          <w:rFonts w:ascii="Corbel" w:hAnsi="Corbel"/>
          <w:b w:val="0"/>
          <w:smallCaps w:val="0"/>
          <w:szCs w:val="24"/>
        </w:rPr>
        <w:t>aliczenie z oceną</w:t>
      </w:r>
    </w:p>
    <w:p w14:paraId="5BB81BCF" w14:textId="77777777" w:rsidR="00E22FBC" w:rsidRPr="00161433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410FBD79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61433" w14:paraId="6D19FB90" w14:textId="77777777" w:rsidTr="00745302">
        <w:tc>
          <w:tcPr>
            <w:tcW w:w="9670" w:type="dxa"/>
          </w:tcPr>
          <w:p w14:paraId="13E4ACAB" w14:textId="77777777" w:rsidR="00064B9D" w:rsidRPr="00161433" w:rsidRDefault="00064B9D" w:rsidP="00B542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Mikroekonomia</w:t>
            </w:r>
            <w:r w:rsidR="00A13592" w:rsidRPr="00161433">
              <w:rPr>
                <w:rFonts w:ascii="Corbel" w:hAnsi="Corbel"/>
                <w:sz w:val="24"/>
                <w:szCs w:val="24"/>
              </w:rPr>
              <w:t xml:space="preserve"> i makroekonomia</w:t>
            </w:r>
            <w:r w:rsidRPr="00161433">
              <w:rPr>
                <w:rFonts w:ascii="Corbel" w:hAnsi="Corbel"/>
                <w:sz w:val="24"/>
                <w:szCs w:val="24"/>
              </w:rPr>
              <w:t>- znajomość podstawowej wiedzy ekonomicznej.</w:t>
            </w:r>
          </w:p>
          <w:p w14:paraId="46C0CA34" w14:textId="77777777" w:rsidR="0085747A" w:rsidRPr="00161433" w:rsidRDefault="00064B9D" w:rsidP="00B542C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18D4B8E1" w14:textId="77777777" w:rsidR="00153C41" w:rsidRPr="0016143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C54311" w14:textId="77777777" w:rsidR="0085747A" w:rsidRPr="0016143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3.</w:t>
      </w:r>
      <w:r w:rsidR="0085747A" w:rsidRPr="00161433">
        <w:rPr>
          <w:rFonts w:ascii="Corbel" w:hAnsi="Corbel"/>
          <w:szCs w:val="24"/>
        </w:rPr>
        <w:t xml:space="preserve"> cele, </w:t>
      </w:r>
      <w:r w:rsidR="004D4CD1" w:rsidRPr="00161433">
        <w:rPr>
          <w:rFonts w:ascii="Corbel" w:hAnsi="Corbel"/>
          <w:szCs w:val="24"/>
        </w:rPr>
        <w:t>efekty uczenia się</w:t>
      </w:r>
      <w:r w:rsidR="0085747A" w:rsidRPr="00161433">
        <w:rPr>
          <w:rFonts w:ascii="Corbel" w:hAnsi="Corbel"/>
          <w:szCs w:val="24"/>
        </w:rPr>
        <w:t>, treści Programowe i stosowane metody Dydaktyczne</w:t>
      </w:r>
    </w:p>
    <w:p w14:paraId="31AAA6EA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D21A46" w14:textId="77777777" w:rsidR="0085747A" w:rsidRPr="0016143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3.1 </w:t>
      </w:r>
      <w:r w:rsidR="0085747A" w:rsidRPr="00161433">
        <w:rPr>
          <w:rFonts w:ascii="Corbel" w:hAnsi="Corbel"/>
          <w:sz w:val="24"/>
          <w:szCs w:val="24"/>
        </w:rPr>
        <w:t xml:space="preserve">Cele przedmiotu </w:t>
      </w:r>
    </w:p>
    <w:p w14:paraId="6946E344" w14:textId="77777777" w:rsidR="00F83B28" w:rsidRPr="0016143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61433" w14:paraId="26A99C17" w14:textId="77777777" w:rsidTr="00923D7D">
        <w:tc>
          <w:tcPr>
            <w:tcW w:w="851" w:type="dxa"/>
            <w:vAlign w:val="center"/>
          </w:tcPr>
          <w:p w14:paraId="5F89A103" w14:textId="77777777" w:rsidR="0085747A" w:rsidRPr="00161433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F2CCDA" w14:textId="77777777"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Przekazanie wiedzy na temat relacji pomiędzy instytucjami finansowymi a ich otoczeniem</w:t>
            </w:r>
            <w:r w:rsidR="00064B9D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1433" w14:paraId="6A0ABB64" w14:textId="77777777" w:rsidTr="00923D7D">
        <w:tc>
          <w:tcPr>
            <w:tcW w:w="851" w:type="dxa"/>
            <w:vAlign w:val="center"/>
          </w:tcPr>
          <w:p w14:paraId="53D5F07A" w14:textId="77777777" w:rsidR="0085747A" w:rsidRPr="00161433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1775528" w14:textId="77777777" w:rsidR="0085747A" w:rsidRPr="00161433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161433" w14:paraId="5F8E87EE" w14:textId="77777777" w:rsidTr="00923D7D">
        <w:tc>
          <w:tcPr>
            <w:tcW w:w="851" w:type="dxa"/>
            <w:vAlign w:val="center"/>
          </w:tcPr>
          <w:p w14:paraId="38C3DFB1" w14:textId="77777777" w:rsidR="0085747A" w:rsidRPr="00161433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696683" w14:textId="77777777"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Ukształtowanie umiejętności wyboru efektywnych metod kształtowania relacji z otoczeniem biznesowym</w:t>
            </w:r>
            <w:r w:rsidR="0023489F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A019537" w14:textId="77777777" w:rsidR="0085747A" w:rsidRPr="00161433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C6646E" w14:textId="77777777" w:rsidR="001D7B54" w:rsidRPr="0016143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3.2 </w:t>
      </w:r>
      <w:r w:rsidR="001D7B54" w:rsidRPr="00161433">
        <w:rPr>
          <w:rFonts w:ascii="Corbel" w:hAnsi="Corbel"/>
          <w:b/>
          <w:sz w:val="24"/>
          <w:szCs w:val="24"/>
        </w:rPr>
        <w:t xml:space="preserve">Efekty </w:t>
      </w:r>
      <w:r w:rsidR="004D4CD1" w:rsidRPr="00161433">
        <w:rPr>
          <w:rFonts w:ascii="Corbel" w:hAnsi="Corbel"/>
          <w:b/>
          <w:sz w:val="24"/>
          <w:szCs w:val="24"/>
        </w:rPr>
        <w:t>uczenia się</w:t>
      </w:r>
      <w:r w:rsidR="001D7B54" w:rsidRPr="00161433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161433">
        <w:rPr>
          <w:rFonts w:ascii="Corbel" w:hAnsi="Corbel"/>
          <w:sz w:val="24"/>
          <w:szCs w:val="24"/>
        </w:rPr>
        <w:t xml:space="preserve"> </w:t>
      </w:r>
    </w:p>
    <w:p w14:paraId="3B0796C5" w14:textId="77777777" w:rsidR="001D7B54" w:rsidRPr="0016143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D4CD1" w:rsidRPr="00161433" w14:paraId="2B71BA56" w14:textId="77777777" w:rsidTr="0071620A">
        <w:tc>
          <w:tcPr>
            <w:tcW w:w="1701" w:type="dxa"/>
            <w:vAlign w:val="center"/>
          </w:tcPr>
          <w:p w14:paraId="2D2FCFFF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smallCaps w:val="0"/>
                <w:szCs w:val="24"/>
              </w:rPr>
              <w:t>EK</w:t>
            </w: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E4B279B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43B211A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14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1433" w14:paraId="343A85B4" w14:textId="77777777" w:rsidTr="005E6E85">
        <w:tc>
          <w:tcPr>
            <w:tcW w:w="1701" w:type="dxa"/>
          </w:tcPr>
          <w:p w14:paraId="4506518E" w14:textId="77777777" w:rsidR="0085747A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6143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E738609" w14:textId="77777777" w:rsidR="0085747A" w:rsidRPr="00161433" w:rsidRDefault="00515C10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50E9CBC1" w14:textId="77777777" w:rsidR="0085747A" w:rsidRPr="00161433" w:rsidRDefault="00A13592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515C10" w:rsidRPr="00161433" w14:paraId="5702D7F5" w14:textId="77777777" w:rsidTr="005E6E85">
        <w:tc>
          <w:tcPr>
            <w:tcW w:w="1701" w:type="dxa"/>
          </w:tcPr>
          <w:p w14:paraId="44281505" w14:textId="77777777"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BB375C" w14:textId="77777777" w:rsidR="00515C10" w:rsidRPr="00161433" w:rsidRDefault="00515C10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 xml:space="preserve"> krajowych i zagranicznych</w:t>
            </w:r>
            <w:r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479665" w14:textId="77777777" w:rsidR="00515C10" w:rsidRPr="00161433" w:rsidRDefault="00C741E5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K_W07</w:t>
            </w:r>
          </w:p>
          <w:p w14:paraId="0A616F98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161433" w14:paraId="05CE93CB" w14:textId="77777777" w:rsidTr="005E6E85">
        <w:tc>
          <w:tcPr>
            <w:tcW w:w="1701" w:type="dxa"/>
          </w:tcPr>
          <w:p w14:paraId="2323C59F" w14:textId="77777777"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E6122A7" w14:textId="77777777" w:rsidR="00515C10" w:rsidRPr="00161433" w:rsidRDefault="00F02E5B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 xml:space="preserve"> relacyjnego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F7B3BDB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K_U0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2</w:t>
            </w:r>
          </w:p>
          <w:p w14:paraId="15B41C93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>_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U08</w:t>
            </w:r>
          </w:p>
          <w:p w14:paraId="39B8E8FA" w14:textId="77777777" w:rsidR="00515C10" w:rsidRPr="00161433" w:rsidRDefault="00C741E5" w:rsidP="00E022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23489F" w:rsidRPr="00161433" w14:paraId="3FA2688B" w14:textId="77777777" w:rsidTr="005E6E85">
        <w:tc>
          <w:tcPr>
            <w:tcW w:w="1701" w:type="dxa"/>
          </w:tcPr>
          <w:p w14:paraId="61088579" w14:textId="77777777" w:rsidR="0023489F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F54BAD" w14:textId="77777777" w:rsidR="0023489F" w:rsidRPr="00161433" w:rsidRDefault="00C741E5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Projektuje proste zadania badawcze i proponuje sposoby ich realizacji</w:t>
            </w:r>
            <w:r w:rsidR="00515C10" w:rsidRPr="001614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64E1B9" w14:textId="77777777" w:rsidR="0023489F" w:rsidRPr="00161433" w:rsidRDefault="0023489F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>K_K0</w:t>
            </w:r>
            <w:r w:rsidR="005400DE" w:rsidRPr="00161433">
              <w:rPr>
                <w:rFonts w:ascii="Corbel" w:hAnsi="Corbel"/>
                <w:b w:val="0"/>
                <w:szCs w:val="24"/>
              </w:rPr>
              <w:t>3</w:t>
            </w:r>
          </w:p>
          <w:p w14:paraId="103440B0" w14:textId="77777777" w:rsidR="00515C10" w:rsidRPr="00161433" w:rsidRDefault="00515C10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176B5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83F244" w14:textId="77777777" w:rsidR="00801D3B" w:rsidRPr="00161433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3.3 Treści programowe </w:t>
      </w:r>
    </w:p>
    <w:p w14:paraId="3FF205DA" w14:textId="77777777" w:rsidR="00801D3B" w:rsidRPr="00161433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161433" w14:paraId="589C797E" w14:textId="77777777" w:rsidTr="00C57D6F">
        <w:tc>
          <w:tcPr>
            <w:tcW w:w="9639" w:type="dxa"/>
          </w:tcPr>
          <w:p w14:paraId="42D74C72" w14:textId="77777777" w:rsidR="00801D3B" w:rsidRPr="00161433" w:rsidRDefault="00801D3B" w:rsidP="00B542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161433" w14:paraId="0EDBD7D3" w14:textId="77777777" w:rsidTr="00C57D6F">
        <w:tc>
          <w:tcPr>
            <w:tcW w:w="9639" w:type="dxa"/>
            <w:vAlign w:val="center"/>
          </w:tcPr>
          <w:p w14:paraId="05EDCCF0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</w:tc>
      </w:tr>
      <w:tr w:rsidR="00801D3B" w:rsidRPr="00161433" w14:paraId="71E1C34F" w14:textId="77777777" w:rsidTr="00C57D6F">
        <w:tc>
          <w:tcPr>
            <w:tcW w:w="9639" w:type="dxa"/>
            <w:vAlign w:val="center"/>
          </w:tcPr>
          <w:p w14:paraId="22F37BD1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Zmiany trendów w marketingu. Różnice między marketingiem transakcyjnym a marketingiem relacyjnym</w:t>
            </w:r>
          </w:p>
        </w:tc>
      </w:tr>
      <w:tr w:rsidR="00801D3B" w:rsidRPr="00161433" w14:paraId="36D08D10" w14:textId="77777777" w:rsidTr="00C57D6F">
        <w:tc>
          <w:tcPr>
            <w:tcW w:w="9639" w:type="dxa"/>
            <w:vAlign w:val="center"/>
          </w:tcPr>
          <w:p w14:paraId="7D0EAB5A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Specyfika marketingu sfery usług. Integracja elementów marketingu relacyjnego</w:t>
            </w:r>
          </w:p>
        </w:tc>
      </w:tr>
      <w:tr w:rsidR="00801D3B" w:rsidRPr="00161433" w14:paraId="66DEBBFA" w14:textId="77777777" w:rsidTr="00C57D6F">
        <w:tc>
          <w:tcPr>
            <w:tcW w:w="9639" w:type="dxa"/>
            <w:vAlign w:val="center"/>
          </w:tcPr>
          <w:p w14:paraId="79C071E8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161433" w14:paraId="3202DC9D" w14:textId="77777777" w:rsidTr="00C57D6F">
        <w:tc>
          <w:tcPr>
            <w:tcW w:w="9639" w:type="dxa"/>
          </w:tcPr>
          <w:p w14:paraId="09DE58D7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Elementy marketingu relacyjnego</w:t>
            </w:r>
          </w:p>
        </w:tc>
      </w:tr>
      <w:tr w:rsidR="00801D3B" w:rsidRPr="00161433" w14:paraId="61B4C607" w14:textId="77777777" w:rsidTr="00C57D6F">
        <w:tc>
          <w:tcPr>
            <w:tcW w:w="9639" w:type="dxa"/>
            <w:vAlign w:val="center"/>
          </w:tcPr>
          <w:p w14:paraId="32D648D4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161433" w14:paraId="6AF2D106" w14:textId="77777777" w:rsidTr="00C57D6F">
        <w:tc>
          <w:tcPr>
            <w:tcW w:w="9639" w:type="dxa"/>
            <w:vAlign w:val="center"/>
          </w:tcPr>
          <w:p w14:paraId="6F1DF2A7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161433" w14:paraId="28E94340" w14:textId="77777777" w:rsidTr="00C57D6F">
        <w:tc>
          <w:tcPr>
            <w:tcW w:w="9639" w:type="dxa"/>
            <w:vAlign w:val="center"/>
          </w:tcPr>
          <w:p w14:paraId="0049C3CD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</w:tc>
      </w:tr>
      <w:tr w:rsidR="00801D3B" w:rsidRPr="00161433" w14:paraId="16CE3A9E" w14:textId="77777777" w:rsidTr="00C57D6F">
        <w:tc>
          <w:tcPr>
            <w:tcW w:w="9639" w:type="dxa"/>
            <w:vAlign w:val="center"/>
          </w:tcPr>
          <w:p w14:paraId="17C5B570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161433" w14:paraId="4FE68491" w14:textId="77777777" w:rsidTr="00C57D6F">
        <w:tc>
          <w:tcPr>
            <w:tcW w:w="9639" w:type="dxa"/>
            <w:vAlign w:val="center"/>
          </w:tcPr>
          <w:p w14:paraId="00AB8A55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161433" w14:paraId="023394E9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9687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161433" w14:paraId="45CEE55F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5649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Rozwój marketingu relacyjnego i w sferze usług finansowych</w:t>
            </w:r>
          </w:p>
        </w:tc>
      </w:tr>
    </w:tbl>
    <w:p w14:paraId="2D42367E" w14:textId="77777777" w:rsidR="00801D3B" w:rsidRPr="00161433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315677" w14:textId="77777777" w:rsidR="0085747A" w:rsidRPr="001614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3.4 Metody dydaktyczne</w:t>
      </w:r>
      <w:r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14:paraId="5FCEF323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272BD" w14:textId="77777777" w:rsidR="002B5001" w:rsidRPr="00161433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</w:rPr>
        <w:lastRenderedPageBreak/>
        <w:t>Ćwiczenia prowadzone z wykorzystaniem dyskusji kierowanej, praca w grupach, analiza przypadków</w:t>
      </w:r>
      <w:r w:rsidRPr="00161433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14:paraId="73087B26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694D61" w14:textId="77777777" w:rsidR="0085747A" w:rsidRPr="001614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 </w:t>
      </w:r>
      <w:r w:rsidR="0085747A" w:rsidRPr="00161433">
        <w:rPr>
          <w:rFonts w:ascii="Corbel" w:hAnsi="Corbel"/>
          <w:smallCaps w:val="0"/>
          <w:szCs w:val="24"/>
        </w:rPr>
        <w:t>METODY I KRYTERIA OCENY</w:t>
      </w:r>
      <w:r w:rsidR="009F4610" w:rsidRPr="00161433">
        <w:rPr>
          <w:rFonts w:ascii="Corbel" w:hAnsi="Corbel"/>
          <w:smallCaps w:val="0"/>
          <w:szCs w:val="24"/>
        </w:rPr>
        <w:t xml:space="preserve"> </w:t>
      </w:r>
    </w:p>
    <w:p w14:paraId="0DCA3D5C" w14:textId="77777777" w:rsidR="00923D7D" w:rsidRPr="001614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0B1F7" w14:textId="77777777" w:rsidR="0085747A" w:rsidRPr="001614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4.1 Sposoby weryfikacji efektów </w:t>
      </w:r>
      <w:r w:rsidR="004D4CD1" w:rsidRPr="00161433">
        <w:rPr>
          <w:rFonts w:ascii="Corbel" w:hAnsi="Corbel"/>
          <w:smallCaps w:val="0"/>
          <w:szCs w:val="24"/>
        </w:rPr>
        <w:t>uczenia się</w:t>
      </w:r>
    </w:p>
    <w:p w14:paraId="09D80569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61433" w14:paraId="422E63C3" w14:textId="77777777" w:rsidTr="00923D7D">
        <w:tc>
          <w:tcPr>
            <w:tcW w:w="2410" w:type="dxa"/>
            <w:vAlign w:val="center"/>
          </w:tcPr>
          <w:p w14:paraId="3F5434DB" w14:textId="77777777" w:rsidR="0085747A" w:rsidRPr="0016143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C7C99BD" w14:textId="77777777" w:rsidR="004D4CD1" w:rsidRPr="00161433" w:rsidRDefault="0085747A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D4CD1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322BBE0" w14:textId="77777777" w:rsidR="0085747A" w:rsidRPr="00161433" w:rsidRDefault="004D4CD1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E86E0" w14:textId="77777777" w:rsidR="00923D7D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D8F4A5" w14:textId="77777777" w:rsidR="0085747A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2B5001" w:rsidRPr="00161433" w14:paraId="16E7C6FD" w14:textId="77777777" w:rsidTr="00923D7D">
        <w:tc>
          <w:tcPr>
            <w:tcW w:w="2410" w:type="dxa"/>
          </w:tcPr>
          <w:p w14:paraId="08B61991" w14:textId="77777777" w:rsidR="002B5001" w:rsidRPr="00161433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4CFF8E77" w14:textId="77777777" w:rsidR="002B5001" w:rsidRPr="00161433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3094D51" w14:textId="77777777" w:rsidR="002B5001" w:rsidRPr="00161433" w:rsidRDefault="002B5001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</w:t>
            </w:r>
            <w:r w:rsidR="00B542C6" w:rsidRPr="00161433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B542C6" w:rsidRPr="00161433" w14:paraId="5A47DACF" w14:textId="77777777" w:rsidTr="00923D7D">
        <w:tc>
          <w:tcPr>
            <w:tcW w:w="2410" w:type="dxa"/>
          </w:tcPr>
          <w:p w14:paraId="54C991FB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3F23242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D7EF348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14:paraId="74420A2D" w14:textId="77777777" w:rsidTr="00923D7D">
        <w:tc>
          <w:tcPr>
            <w:tcW w:w="2410" w:type="dxa"/>
          </w:tcPr>
          <w:p w14:paraId="11A2263F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4A1F9B5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24F55EC9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14:paraId="455EA63F" w14:textId="77777777" w:rsidTr="00923D7D">
        <w:tc>
          <w:tcPr>
            <w:tcW w:w="2410" w:type="dxa"/>
          </w:tcPr>
          <w:p w14:paraId="248D534A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CC109EF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</w:tcPr>
          <w:p w14:paraId="74A6FDAC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1C94FA" w14:textId="77777777" w:rsidR="00923D7D" w:rsidRPr="0016143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C2FB5" w14:textId="77777777" w:rsidR="00F02E5B" w:rsidRPr="00161433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161433" w14:paraId="0929B6E3" w14:textId="77777777" w:rsidTr="00015B7F">
        <w:tc>
          <w:tcPr>
            <w:tcW w:w="9670" w:type="dxa"/>
          </w:tcPr>
          <w:p w14:paraId="070F1A62" w14:textId="77777777" w:rsidR="00F02E5B" w:rsidRPr="00161433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6973DD2B" w14:textId="77777777" w:rsidR="00F02E5B" w:rsidRPr="00161433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61433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CF8A3F9" w14:textId="77777777" w:rsidR="00F02E5B" w:rsidRPr="00161433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61433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61433">
              <w:rPr>
                <w:rFonts w:ascii="Corbel" w:hAnsi="Corbel"/>
                <w:b w:val="0"/>
                <w:szCs w:val="24"/>
              </w:rPr>
              <w:t xml:space="preserve"> </w:t>
            </w:r>
            <w:r w:rsidRPr="00161433">
              <w:rPr>
                <w:rStyle w:val="TytuZnak"/>
                <w:rFonts w:ascii="Corbel" w:hAnsi="Corbel"/>
                <w:szCs w:val="24"/>
              </w:rPr>
              <w:t>zespole.</w:t>
            </w:r>
            <w:r w:rsidRPr="00161433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09B749C6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795DAE3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2AFB2BE1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0CF226C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256827E2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7CEC7BF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2D1A3AB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7F80BEEE" w14:textId="77777777" w:rsidR="00F02E5B" w:rsidRPr="00161433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2059D0D9" w14:textId="77777777" w:rsidR="00F02E5B" w:rsidRPr="00161433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ab/>
      </w:r>
      <w:r w:rsidRPr="00161433">
        <w:rPr>
          <w:rFonts w:ascii="Corbel" w:hAnsi="Corbel"/>
          <w:b/>
          <w:sz w:val="24"/>
          <w:szCs w:val="24"/>
        </w:rPr>
        <w:tab/>
      </w:r>
    </w:p>
    <w:p w14:paraId="30ADD905" w14:textId="77777777" w:rsidR="009F4610" w:rsidRPr="0016143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5. </w:t>
      </w:r>
      <w:r w:rsidR="00C61DC5" w:rsidRPr="0016143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6B5389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61433" w14:paraId="29483B7B" w14:textId="77777777" w:rsidTr="003E1941">
        <w:tc>
          <w:tcPr>
            <w:tcW w:w="4962" w:type="dxa"/>
            <w:vAlign w:val="center"/>
          </w:tcPr>
          <w:p w14:paraId="68706384" w14:textId="77777777"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A6BA5C" w14:textId="77777777"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14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161433" w14:paraId="2A299EBD" w14:textId="77777777" w:rsidTr="00923D7D">
        <w:tc>
          <w:tcPr>
            <w:tcW w:w="4962" w:type="dxa"/>
          </w:tcPr>
          <w:p w14:paraId="531EB247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BAA2A67" w14:textId="2B9B5091" w:rsidR="00D42568" w:rsidRPr="00161433" w:rsidRDefault="00496CE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2568" w:rsidRPr="00161433" w14:paraId="37E14985" w14:textId="77777777" w:rsidTr="00923D7D">
        <w:tc>
          <w:tcPr>
            <w:tcW w:w="4962" w:type="dxa"/>
          </w:tcPr>
          <w:p w14:paraId="19BB9307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C042944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AFF89B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161433" w14:paraId="103D97D4" w14:textId="77777777" w:rsidTr="00923D7D">
        <w:tc>
          <w:tcPr>
            <w:tcW w:w="4962" w:type="dxa"/>
          </w:tcPr>
          <w:p w14:paraId="58CE4CC8" w14:textId="77777777" w:rsidR="00D42568" w:rsidRPr="00161433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praca własna studenta (przygotowanie do ćwiczeń, </w:t>
            </w:r>
            <w:r w:rsidR="000F6A70" w:rsidRPr="00161433">
              <w:rPr>
                <w:rFonts w:ascii="Corbel" w:hAnsi="Corbel"/>
                <w:sz w:val="24"/>
                <w:szCs w:val="24"/>
              </w:rPr>
              <w:t>kolokwium, projektu</w:t>
            </w:r>
            <w:r w:rsidRPr="00161433"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7D6469D9" w14:textId="2C126283" w:rsidR="00D42568" w:rsidRPr="00161433" w:rsidRDefault="00A13592" w:rsidP="00A74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  <w:r w:rsidR="00496CE3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161433" w14:paraId="44337481" w14:textId="77777777" w:rsidTr="00923D7D">
        <w:tc>
          <w:tcPr>
            <w:tcW w:w="4962" w:type="dxa"/>
          </w:tcPr>
          <w:p w14:paraId="25F66C5F" w14:textId="77777777"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9A82F82" w14:textId="77777777"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61433" w14:paraId="7840F77B" w14:textId="77777777" w:rsidTr="00923D7D">
        <w:tc>
          <w:tcPr>
            <w:tcW w:w="4962" w:type="dxa"/>
          </w:tcPr>
          <w:p w14:paraId="05095075" w14:textId="77777777"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6058F1" w14:textId="77777777"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F631308" w14:textId="77777777" w:rsidR="0085747A" w:rsidRPr="0016143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14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143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DE02BB" w14:textId="77777777" w:rsidR="003E1941" w:rsidRPr="001614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1B9E45" w14:textId="77777777" w:rsidR="0085747A" w:rsidRPr="0016143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6. </w:t>
      </w:r>
      <w:r w:rsidR="0085747A" w:rsidRPr="00161433">
        <w:rPr>
          <w:rFonts w:ascii="Corbel" w:hAnsi="Corbel"/>
          <w:smallCaps w:val="0"/>
          <w:szCs w:val="24"/>
        </w:rPr>
        <w:t>PRAKTYKI ZAWODOWE W RAMACH PRZEDMIOTU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14:paraId="14938AD8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61433" w14:paraId="392DFD7D" w14:textId="77777777" w:rsidTr="00B542C6">
        <w:trPr>
          <w:trHeight w:val="397"/>
          <w:jc w:val="center"/>
        </w:trPr>
        <w:tc>
          <w:tcPr>
            <w:tcW w:w="3544" w:type="dxa"/>
          </w:tcPr>
          <w:p w14:paraId="7B4248C5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EEB8A2" w14:textId="77777777" w:rsidR="0085747A" w:rsidRPr="00161433" w:rsidRDefault="00D42568" w:rsidP="00496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61433" w14:paraId="77546C08" w14:textId="77777777" w:rsidTr="00B542C6">
        <w:trPr>
          <w:trHeight w:val="397"/>
          <w:jc w:val="center"/>
        </w:trPr>
        <w:tc>
          <w:tcPr>
            <w:tcW w:w="3544" w:type="dxa"/>
          </w:tcPr>
          <w:p w14:paraId="346267B2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30F5D9" w14:textId="77777777" w:rsidR="0085747A" w:rsidRPr="00161433" w:rsidRDefault="00D42568" w:rsidP="00496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C165D0" w14:textId="77777777" w:rsidR="003E1941" w:rsidRPr="001614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6BE6F5" w14:textId="77777777" w:rsidR="0085747A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7. </w:t>
      </w:r>
      <w:r w:rsidR="0085747A" w:rsidRPr="00161433">
        <w:rPr>
          <w:rFonts w:ascii="Corbel" w:hAnsi="Corbel"/>
          <w:smallCaps w:val="0"/>
          <w:szCs w:val="24"/>
        </w:rPr>
        <w:t>LITERATURA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14:paraId="20880B5D" w14:textId="77777777" w:rsidR="00675843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1433" w14:paraId="3F83A91A" w14:textId="77777777" w:rsidTr="3C0180F3">
        <w:trPr>
          <w:trHeight w:val="397"/>
          <w:jc w:val="center"/>
        </w:trPr>
        <w:tc>
          <w:tcPr>
            <w:tcW w:w="7513" w:type="dxa"/>
          </w:tcPr>
          <w:p w14:paraId="1E28B7C5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1EB0E6" w14:textId="77777777" w:rsidR="00CF328D" w:rsidRPr="00161433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161433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161433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161433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0375211B" w14:textId="77777777" w:rsidR="00D42568" w:rsidRPr="00161433" w:rsidRDefault="00CF328D" w:rsidP="00B542C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161433" w14:paraId="04F1F88B" w14:textId="77777777" w:rsidTr="3C0180F3">
        <w:trPr>
          <w:trHeight w:val="397"/>
          <w:jc w:val="center"/>
        </w:trPr>
        <w:tc>
          <w:tcPr>
            <w:tcW w:w="7513" w:type="dxa"/>
          </w:tcPr>
          <w:p w14:paraId="38FB2F4D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52632F" w14:textId="77777777" w:rsidR="002275D9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 xml:space="preserve">Tyszka R., 2017, Zarządzanie relacjami z interesariuszami organizacji, Placet, Warszawa. </w:t>
            </w:r>
          </w:p>
          <w:p w14:paraId="4EB3BD1E" w14:textId="77777777" w:rsidR="00CF328D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606B06D5" w14:textId="77777777" w:rsidR="00CF328D" w:rsidRPr="00161433" w:rsidRDefault="4613D953" w:rsidP="3C0180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61433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169-177.</w:t>
            </w:r>
          </w:p>
        </w:tc>
      </w:tr>
    </w:tbl>
    <w:p w14:paraId="51D893D5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C3A14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CFA16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22485" w14:textId="77777777" w:rsidR="00836091" w:rsidRDefault="00836091" w:rsidP="00C16ABF">
      <w:pPr>
        <w:spacing w:after="0" w:line="240" w:lineRule="auto"/>
      </w:pPr>
      <w:r>
        <w:separator/>
      </w:r>
    </w:p>
  </w:endnote>
  <w:endnote w:type="continuationSeparator" w:id="0">
    <w:p w14:paraId="77616F78" w14:textId="77777777" w:rsidR="00836091" w:rsidRDefault="008360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BA9F8" w14:textId="77777777" w:rsidR="00836091" w:rsidRDefault="00836091" w:rsidP="00C16ABF">
      <w:pPr>
        <w:spacing w:after="0" w:line="240" w:lineRule="auto"/>
      </w:pPr>
      <w:r>
        <w:separator/>
      </w:r>
    </w:p>
  </w:footnote>
  <w:footnote w:type="continuationSeparator" w:id="0">
    <w:p w14:paraId="1C9019C3" w14:textId="77777777" w:rsidR="00836091" w:rsidRDefault="00836091" w:rsidP="00C16ABF">
      <w:pPr>
        <w:spacing w:after="0" w:line="240" w:lineRule="auto"/>
      </w:pPr>
      <w:r>
        <w:continuationSeparator/>
      </w:r>
    </w:p>
  </w:footnote>
  <w:footnote w:id="1">
    <w:p w14:paraId="70289569" w14:textId="77777777" w:rsidR="004D4CD1" w:rsidRDefault="004D4CD1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48D"/>
    <w:multiLevelType w:val="hybridMultilevel"/>
    <w:tmpl w:val="13841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77283"/>
    <w:multiLevelType w:val="hybridMultilevel"/>
    <w:tmpl w:val="B7F6E5B4"/>
    <w:lvl w:ilvl="0" w:tplc="BB5EB65C">
      <w:start w:val="1"/>
      <w:numFmt w:val="decimal"/>
      <w:lvlText w:val="%1."/>
      <w:lvlJc w:val="left"/>
      <w:pPr>
        <w:ind w:left="360" w:hanging="360"/>
      </w:pPr>
    </w:lvl>
    <w:lvl w:ilvl="1" w:tplc="78EC914A">
      <w:start w:val="1"/>
      <w:numFmt w:val="lowerLetter"/>
      <w:lvlText w:val="%2."/>
      <w:lvlJc w:val="left"/>
      <w:pPr>
        <w:ind w:left="1080" w:hanging="360"/>
      </w:pPr>
    </w:lvl>
    <w:lvl w:ilvl="2" w:tplc="6FD82F66">
      <w:start w:val="1"/>
      <w:numFmt w:val="lowerRoman"/>
      <w:lvlText w:val="%3."/>
      <w:lvlJc w:val="right"/>
      <w:pPr>
        <w:ind w:left="1800" w:hanging="180"/>
      </w:pPr>
    </w:lvl>
    <w:lvl w:ilvl="3" w:tplc="DF6014CA">
      <w:start w:val="1"/>
      <w:numFmt w:val="decimal"/>
      <w:lvlText w:val="%4."/>
      <w:lvlJc w:val="left"/>
      <w:pPr>
        <w:ind w:left="2520" w:hanging="360"/>
      </w:pPr>
    </w:lvl>
    <w:lvl w:ilvl="4" w:tplc="D52475B8">
      <w:start w:val="1"/>
      <w:numFmt w:val="lowerLetter"/>
      <w:lvlText w:val="%5."/>
      <w:lvlJc w:val="left"/>
      <w:pPr>
        <w:ind w:left="3240" w:hanging="360"/>
      </w:pPr>
    </w:lvl>
    <w:lvl w:ilvl="5" w:tplc="A3AEB2F2">
      <w:start w:val="1"/>
      <w:numFmt w:val="lowerRoman"/>
      <w:lvlText w:val="%6."/>
      <w:lvlJc w:val="right"/>
      <w:pPr>
        <w:ind w:left="3960" w:hanging="180"/>
      </w:pPr>
    </w:lvl>
    <w:lvl w:ilvl="6" w:tplc="7F6EFBDC">
      <w:start w:val="1"/>
      <w:numFmt w:val="decimal"/>
      <w:lvlText w:val="%7."/>
      <w:lvlJc w:val="left"/>
      <w:pPr>
        <w:ind w:left="4680" w:hanging="360"/>
      </w:pPr>
    </w:lvl>
    <w:lvl w:ilvl="7" w:tplc="B2DAEC48">
      <w:start w:val="1"/>
      <w:numFmt w:val="lowerLetter"/>
      <w:lvlText w:val="%8."/>
      <w:lvlJc w:val="left"/>
      <w:pPr>
        <w:ind w:left="5400" w:hanging="360"/>
      </w:pPr>
    </w:lvl>
    <w:lvl w:ilvl="8" w:tplc="3A984A0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452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1433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D7C9A"/>
    <w:rsid w:val="002F02A3"/>
    <w:rsid w:val="002F4ABE"/>
    <w:rsid w:val="003015B1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02CB"/>
    <w:rsid w:val="00461EFC"/>
    <w:rsid w:val="004652C2"/>
    <w:rsid w:val="00471326"/>
    <w:rsid w:val="0047598D"/>
    <w:rsid w:val="004840FD"/>
    <w:rsid w:val="00490F7D"/>
    <w:rsid w:val="00491678"/>
    <w:rsid w:val="004968E2"/>
    <w:rsid w:val="00496CE3"/>
    <w:rsid w:val="004A3EEA"/>
    <w:rsid w:val="004A4D1F"/>
    <w:rsid w:val="004D4CD1"/>
    <w:rsid w:val="004D5282"/>
    <w:rsid w:val="004E4AAA"/>
    <w:rsid w:val="004F1551"/>
    <w:rsid w:val="004F1912"/>
    <w:rsid w:val="004F55A3"/>
    <w:rsid w:val="0050496F"/>
    <w:rsid w:val="005068E6"/>
    <w:rsid w:val="0051070A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C5EB4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36091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2911"/>
    <w:rsid w:val="008C379D"/>
    <w:rsid w:val="008C5147"/>
    <w:rsid w:val="008C5359"/>
    <w:rsid w:val="008C5363"/>
    <w:rsid w:val="008D1BC8"/>
    <w:rsid w:val="008D3DFB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9F57F4"/>
    <w:rsid w:val="00A00ECC"/>
    <w:rsid w:val="00A13592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743EE"/>
    <w:rsid w:val="00A90843"/>
    <w:rsid w:val="00A97DE1"/>
    <w:rsid w:val="00AB053C"/>
    <w:rsid w:val="00AD1146"/>
    <w:rsid w:val="00AD27D3"/>
    <w:rsid w:val="00AD45E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2C6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52FE"/>
    <w:rsid w:val="00C36992"/>
    <w:rsid w:val="00C56036"/>
    <w:rsid w:val="00C57D6F"/>
    <w:rsid w:val="00C61DC5"/>
    <w:rsid w:val="00C67E92"/>
    <w:rsid w:val="00C70A26"/>
    <w:rsid w:val="00C71934"/>
    <w:rsid w:val="00C741E5"/>
    <w:rsid w:val="00C766DF"/>
    <w:rsid w:val="00C92C72"/>
    <w:rsid w:val="00C94B98"/>
    <w:rsid w:val="00CA2B96"/>
    <w:rsid w:val="00CA5089"/>
    <w:rsid w:val="00CA6617"/>
    <w:rsid w:val="00CD6897"/>
    <w:rsid w:val="00CD6E6E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236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2CF5"/>
    <w:rsid w:val="00EA4832"/>
    <w:rsid w:val="00EA5997"/>
    <w:rsid w:val="00EC4899"/>
    <w:rsid w:val="00ED03AB"/>
    <w:rsid w:val="00ED32D2"/>
    <w:rsid w:val="00EE32DE"/>
    <w:rsid w:val="00EE5457"/>
    <w:rsid w:val="00F00A46"/>
    <w:rsid w:val="00F02E5B"/>
    <w:rsid w:val="00F070AB"/>
    <w:rsid w:val="00F27A7B"/>
    <w:rsid w:val="00F526AF"/>
    <w:rsid w:val="00F617C3"/>
    <w:rsid w:val="00F7066B"/>
    <w:rsid w:val="00F83B28"/>
    <w:rsid w:val="00F94BCF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29CF84AE"/>
    <w:rsid w:val="2CAA3514"/>
    <w:rsid w:val="3C0180F3"/>
    <w:rsid w:val="4613D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50B6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D1A20C-46AB-484A-9750-20F9CE2DD6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46DA2-99C1-4B98-8B60-7A5125B55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3F53E0-A3D1-4222-A5D1-01E0DD2D9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849</Words>
  <Characters>5100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Cyran Kazimierz</cp:lastModifiedBy>
  <cp:revision>3</cp:revision>
  <cp:lastPrinted>2017-02-15T21:41:00Z</cp:lastPrinted>
  <dcterms:created xsi:type="dcterms:W3CDTF">2020-12-20T06:01:00Z</dcterms:created>
  <dcterms:modified xsi:type="dcterms:W3CDTF">2020-12-20T06:01:00Z</dcterms:modified>
</cp:coreProperties>
</file>